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1F" w:rsidRPr="00782EF9" w:rsidRDefault="00BA2F90" w:rsidP="00782EF9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858000" cy="9259570"/>
                <wp:effectExtent l="0" t="0" r="0" b="0"/>
                <wp:wrapNone/>
                <wp:docPr id="1" name="Group 12" descr="Leaves backgroun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259570"/>
                          <a:chOff x="670" y="624"/>
                          <a:chExt cx="10800" cy="14582"/>
                        </a:xfrm>
                      </wpg:grpSpPr>
                      <wps:wsp>
                        <wps:cNvPr id="2" name="Rectangle 3" descr="Community meeting agenda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670" y="624"/>
                            <a:ext cx="10800" cy="1417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6E6CC"/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" y="2494"/>
                            <a:ext cx="2235" cy="2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4222" y="13213"/>
                            <a:ext cx="1744" cy="2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67" y="11264"/>
                            <a:ext cx="3081" cy="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9625" y="7794"/>
                            <a:ext cx="1395" cy="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5958" y="1113"/>
                            <a:ext cx="4357" cy="5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9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2928" y="519"/>
                            <a:ext cx="1744" cy="2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0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814" y="8018"/>
                            <a:ext cx="2061" cy="2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1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8853" y="5908"/>
                            <a:ext cx="1395" cy="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alt="Description: Leaves background" style="position:absolute;margin-left:36pt;margin-top:36pt;width:540pt;height:729.1pt;z-index:-251658752;mso-position-horizontal-relative:page;mso-position-vertical-relative:page" coordorigin="670,624" coordsize="10800,1458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">
                <v:rect id="Rectangle 3" o:spid="_x0000_s1027" alt="Community meeting agenda" style="position:absolute;left:670;top:624;width:10800;height:14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3nMMA&#10;AADaAAAADwAAAGRycy9kb3ducmV2LnhtbESPQWvCQBSE74X+h+UVvNWNkUhNXUWlhV7Vgh6f2Wc2&#10;NPs27G6T9N93CwWPw8x8w6w2o21FTz40jhXMphkI4srphmsFn6f35xcQISJrbB2Tgh8KsFk/Pqyw&#10;1G7gA/XHWIsE4VCiAhNjV0oZKkMWw9R1xMm7OW8xJulrqT0OCW5bmWfZQlpsOC0Y7GhvqPo6flsF&#10;/WF5O1+v+Zu/tLN9X/D5VOzmSk2exu0riEhjvIf/2x9aQQ5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Y3nMMAAADaAAAADwAAAAAAAAAAAAAAAACYAgAAZHJzL2Rv&#10;d25yZXYueG1sUEsFBgAAAAAEAAQA9QAAAIgDAAAAAA==&#10;" fillcolor="#e6e6cc" stroked="f" strokeweight="0" insetpen="t">
                  <v:fill rotate="t" focus="100%" type="gradient"/>
                  <v:shadow color="#ccc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210;top:2494;width:2235;height:2872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62P7GAAAA2gAAAA8AAABkcnMvZG93bnJldi54bWxEj0FrwkAUhO9C/8PyCr2ZjQbUpq5BpFJ7&#10;8KAphd4e2WeSNvs2Zrea+utdQehxmJlvmHnWm0acqHO1ZQWjKAZBXFhdc6ngI18PZyCcR9bYWCYF&#10;f+QgWzwM5phqe+Ydnfa+FAHCLkUFlfdtKqUrKjLoItsSB+9gO4M+yK6UusNzgJtGjuN4Ig3WHBYq&#10;bGlVUfGz/zUK3l+nX9Pn8vNt1MySy2G9/T7mOlfq6bFfvoDw1Pv/8L290QoSuF0JN0Au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XrY/sYAAADaAAAADwAAAAAAAAAAAAAA&#10;AACfAgAAZHJzL2Rvd25yZXYueG1sUEsFBgAAAAAEAAQA9wAAAJIDAAAAAA==&#10;" fillcolor="black" strokeweight="0" insetpen="t">
                  <v:imagedata r:id="rId7" o:title=""/>
                  <o:lock v:ext="edit" aspectratio="f" shapetype="t"/>
                </v:shape>
                <v:shape id="Picture 5" o:spid="_x0000_s1029" type="#_x0000_t75" style="position:absolute;left:4222;top:13213;width:1744;height:2241;rotation:-9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6asPDAAAA2gAAAA8AAABkcnMvZG93bnJldi54bWxEj0FrwkAUhO9C/8PyCt5002KlpK4ixYLY&#10;U6KUHF+zzySYfRuzaxL/vSsIHoeZ+YZZrAZTi45aV1lW8DaNQBDnVldcKDjsfyafIJxH1lhbJgVX&#10;crBavowWGGvbc0Jd6gsRIOxiVFB638RSurwkg25qG+LgHW1r0AfZFlK32Ae4qeV7FM2lwYrDQokN&#10;fZeUn9KLUZCc08v/pvtDXtfJLp1fs/73I1Nq/Dqsv0B4Gvwz/GhvtYIZ3K+EGyC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rpqw8MAAADaAAAADwAAAAAAAAAAAAAAAACf&#10;AgAAZHJzL2Rvd25yZXYueG1sUEsFBgAAAAAEAAQA9wAAAI8DAAAAAA==&#10;" fillcolor="black" strokeweight="0" insetpen="t">
                  <v:imagedata r:id="rId7" o:title=""/>
                  <o:lock v:ext="edit" aspectratio="f" shapetype="t"/>
                </v:shape>
                <v:shape id="Picture 6" o:spid="_x0000_s1030" type="#_x0000_t75" style="position:absolute;left:8367;top:11264;width:3081;height:382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f5RHFAAAA2gAAAA8AAABkcnMvZG93bnJldi54bWxEj0FrwkAUhO8F/8PyBG91o2K10VVElNpD&#10;D5pS6O2RfSbR7NuY3Wr017tCweMwM98w03ljSnGm2hWWFfS6EQji1OqCMwXfyfp1DMJ5ZI2lZVJw&#10;JQfzWetlirG2F97SeeczESDsYlSQe1/FUro0J4Ouayvi4O1tbdAHWWdS13gJcFPKfhS9SYMFh4Uc&#10;K1rmlB53f0bB52r0O3rPfj565Xhw26+/DqdEJ0p12s1iAsJT45/h//ZGKxjC40q4AXJ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3+URxQAAANoAAAAPAAAAAAAAAAAAAAAA&#10;AJ8CAABkcnMvZG93bnJldi54bWxQSwUGAAAAAAQABAD3AAAAkQMAAAAA&#10;" fillcolor="black" strokeweight="0" insetpen="t">
                  <v:imagedata r:id="rId7" o:title=""/>
                  <o:lock v:ext="edit" aspectratio="f" shapetype="t"/>
                </v:shape>
                <v:shape id="Picture 7" o:spid="_x0000_s1031" type="#_x0000_t75" style="position:absolute;left:9625;top:7794;width:1395;height:1792;rotation:18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rlsq7AAAA2gAAAA8AAABkcnMvZG93bnJldi54bWxET8kKwjAQvQv+QxjBm6YKLlSjiCIoeHG7&#10;D83YFptJbaJWv94IgsfH26fz2hTiQZXLLSvodSMQxInVOacKTsd1ZwzCeWSNhWVS8CIH81mzMcVY&#10;2yfv6XHwqQgh7GJUkHlfxlK6JCODrmtL4sBdbGXQB1ilUlf4DOGmkP0oGkqDOYeGDEtaZpRcD3cT&#10;ZgxGuDv236tbThGOdF2Mt5ezUu1WvZiA8FT7v/jn3mgFQ/heCX6Qsw8A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MQrlsq7AAAA2gAAAA8AAAAAAAAAAAAAAAAAnwIAAGRycy9k&#10;b3ducmV2LnhtbFBLBQYAAAAABAAEAPcAAACHAwAAAAA=&#10;" fillcolor="black" strokeweight="0" insetpen="t">
                  <v:imagedata r:id="rId7" o:title=""/>
                  <o:lock v:ext="edit" aspectratio="f" shapetype="t"/>
                </v:shape>
                <v:shape id="Picture 8" o:spid="_x0000_s1032" type="#_x0000_t75" style="position:absolute;left:5958;top:1113;width:4357;height:5599;rotation:-9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o9LTCAAAA2gAAAA8AAABkcnMvZG93bnJldi54bWxEj0FrwkAUhO8F/8PyhN7qRkEr0VVEFKQ9&#10;JS3i8Zl9JsHs25hdk/jvu4LQ4zAz3zDLdW8q0VLjSssKxqMIBHFmdcm5gt+f/ccchPPIGivLpOBB&#10;DtarwdsSY207TqhNfS4ChF2MCgrv61hKlxVk0I1sTRy8i20M+iCbXOoGuwA3lZxE0UwaLDksFFjT&#10;tqDsmt6NguSW3s+79oi8qZKvdPY4dd/Tk1Lvw36zAOGp9//hV/ugFXzC80q4AXL1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aPS0wgAAANoAAAAPAAAAAAAAAAAAAAAAAJ8C&#10;AABkcnMvZG93bnJldi54bWxQSwUGAAAAAAQABAD3AAAAjgMAAAAA&#10;" fillcolor="black" strokeweight="0" insetpen="t">
                  <v:imagedata r:id="rId7" o:title=""/>
                  <o:lock v:ext="edit" aspectratio="f" shapetype="t"/>
                </v:shape>
                <v:shape id="Picture 9" o:spid="_x0000_s1033" type="#_x0000_t75" style="position:absolute;left:2928;top:519;width:1744;height:2241;rotation:-9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3YMa/AAAA2gAAAA8AAABkcnMvZG93bnJldi54bWxET02LwjAQvS/4H8II3tZUQZGuUUQURE+t&#10;Ij3ONrNt2WZSm9jWf28OC3t8vO/1djC16Kh1lWUFs2kEgji3uuJCwe16/FyBcB5ZY22ZFLzIwXYz&#10;+lhjrG3PCXWpL0QIYRejgtL7JpbS5SUZdFPbEAfux7YGfYBtIXWLfQg3tZxH0VIarDg0lNjQvqT8&#10;N30aBckjfX4fujvyrk7O6fKV9ZdFptRkPOy+QHga/L/4z33SCsLWcCXcALl5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r92DGvwAAANoAAAAPAAAAAAAAAAAAAAAAAJ8CAABk&#10;cnMvZG93bnJldi54bWxQSwUGAAAAAAQABAD3AAAAiwMAAAAA&#10;" fillcolor="black" strokeweight="0" insetpen="t">
                  <v:imagedata r:id="rId7" o:title=""/>
                  <o:lock v:ext="edit" aspectratio="f" shapetype="t"/>
                </v:shape>
                <v:shape id="Picture 10" o:spid="_x0000_s1034" type="#_x0000_t75" style="position:absolute;left:814;top:8018;width:2061;height:2807;rotation:18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0Ari9AAAA2gAAAA8AAABkcnMvZG93bnJldi54bWxET02LwjAQvQv7H8IseNNUQa3VKKIICl7U&#10;3fvQjG2xmdQmavXXG0Hw+Hjf03ljSnGj2hWWFfS6EQji1OqCMwV/x3UnBuE8ssbSMil4kIP57Kc1&#10;xUTbO+/pdvCZCCHsElSQe18lUro0J4OuayviwJ1sbdAHWGdS13gP4aaU/SgaSoMFh4YcK1rmlJ4P&#10;VxNmDEa4O/afq0tBEY50U8bb079S7d9mMQHhqfFf8ce90QrG8L4S/CBnL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tbQCuL0AAADaAAAADwAAAAAAAAAAAAAAAACfAgAAZHJz&#10;L2Rvd25yZXYueG1sUEsFBgAAAAAEAAQA9wAAAIkDAAAAAA==&#10;" fillcolor="black" strokeweight="0" insetpen="t">
                  <v:imagedata r:id="rId7" o:title=""/>
                  <o:lock v:ext="edit" aspectratio="f" shapetype="t"/>
                </v:shape>
                <v:shape id="Picture 11" o:spid="_x0000_s1035" type="#_x0000_t75" style="position:absolute;left:8853;top:5908;width:1395;height:1792;rotation:9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0PgDDAAAA2wAAAA8AAABkcnMvZG93bnJldi54bWxEj0FrwzAMhe+D/gejwm6r0w2ykdUtJbRQ&#10;elq7wa5qrCWhsRxsL03+fXUY7PaEnj69t9qMrlMDhdh6NrBcZKCIK29brg18fe6f3kDFhGyx80wG&#10;JoqwWc8eVlhYf+MTDedUK4FwLNBAk1JfaB2rhhzGhe+JZffjg8MkY6i1DXgTuOv0c5bl2mHL8qHB&#10;nsqGquv51wll6l7yKR8+TsdyvJS710v7nQVjHufj9h1UojH9m/+uD1biS3rpIgL0+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XQ+AMMAAADbAAAADwAAAAAAAAAAAAAAAACf&#10;AgAAZHJzL2Rvd25yZXYueG1sUEsFBgAAAAAEAAQA9wAAAI8DAAAAAA==&#10;" fillcolor="black" strokeweight="0" insetpen="t">
                  <v:imagedata r:id="rId7" o:title=""/>
                  <o:lock v:ext="edit" aspectratio="f" shapetype="t"/>
                </v:shape>
                <w10:wrap anchorx="page" anchory="page"/>
              </v:group>
            </w:pict>
          </mc:Fallback>
        </mc:AlternateContent>
      </w:r>
      <w:r w:rsidR="002E24F7" w:rsidRPr="00782EF9">
        <w:t>C</w:t>
      </w:r>
      <w:r>
        <w:t xml:space="preserve">omprehensive Planning </w:t>
      </w:r>
    </w:p>
    <w:p w:rsidR="00DC4E8E" w:rsidRDefault="00BA2F90" w:rsidP="0031071F">
      <w:pPr>
        <w:pStyle w:val="Date"/>
      </w:pPr>
      <w:r>
        <w:t>Wednesday, September 26</w:t>
      </w:r>
      <w:r w:rsidRPr="00BA2F90">
        <w:rPr>
          <w:vertAlign w:val="superscript"/>
        </w:rPr>
        <w:t>th</w:t>
      </w:r>
      <w:r>
        <w:t>, 2012</w:t>
      </w:r>
    </w:p>
    <w:p w:rsidR="004B1402" w:rsidRPr="002A6981" w:rsidRDefault="00BA2F90" w:rsidP="0031071F">
      <w:pPr>
        <w:pStyle w:val="Date"/>
      </w:pPr>
      <w:r>
        <w:t>4:00pm</w:t>
      </w:r>
    </w:p>
    <w:p w:rsidR="004B1402" w:rsidRPr="002A6981" w:rsidRDefault="00BA2F90" w:rsidP="0031071F">
      <w:pPr>
        <w:pStyle w:val="Date"/>
      </w:pPr>
      <w:r>
        <w:t>District Admin Building</w:t>
      </w:r>
    </w:p>
    <w:p w:rsidR="00945582" w:rsidRPr="00374FF4" w:rsidRDefault="00945582" w:rsidP="0031071F">
      <w:pPr>
        <w:pStyle w:val="Heading2"/>
      </w:pPr>
      <w:r w:rsidRPr="00DD4AAE">
        <w:t>Agenda</w:t>
      </w:r>
    </w:p>
    <w:p w:rsidR="00A356AC" w:rsidRPr="003E5BEF" w:rsidRDefault="00BA2F90" w:rsidP="00C763F3">
      <w:pPr>
        <w:pStyle w:val="BodyText"/>
        <w:numPr>
          <w:ilvl w:val="0"/>
          <w:numId w:val="5"/>
        </w:numPr>
      </w:pPr>
      <w:r>
        <w:t xml:space="preserve">Welcome and Review Sessions </w:t>
      </w:r>
    </w:p>
    <w:p w:rsidR="00A356AC" w:rsidRPr="003E5BEF" w:rsidRDefault="00BA2F90" w:rsidP="00C763F3">
      <w:pPr>
        <w:pStyle w:val="BodyText"/>
        <w:numPr>
          <w:ilvl w:val="0"/>
          <w:numId w:val="5"/>
        </w:numPr>
      </w:pPr>
      <w:r>
        <w:t xml:space="preserve">Preview the Comp Plan Site </w:t>
      </w:r>
    </w:p>
    <w:p w:rsidR="00A356AC" w:rsidRPr="003E5BEF" w:rsidRDefault="00BA2F90" w:rsidP="00C763F3">
      <w:pPr>
        <w:pStyle w:val="BodyText"/>
        <w:numPr>
          <w:ilvl w:val="0"/>
          <w:numId w:val="5"/>
        </w:numPr>
      </w:pPr>
      <w:r>
        <w:t xml:space="preserve">Plan Updates (Prof Ed, Gifted, Induction, Special Ed, Student Services, Safety and Technology) </w:t>
      </w:r>
    </w:p>
    <w:p w:rsidR="00BA2F90" w:rsidRDefault="00BA2F90" w:rsidP="00C763F3">
      <w:pPr>
        <w:pStyle w:val="BodyText"/>
        <w:numPr>
          <w:ilvl w:val="0"/>
          <w:numId w:val="5"/>
        </w:numPr>
      </w:pPr>
      <w:r>
        <w:t xml:space="preserve">Timelines for Completion </w:t>
      </w:r>
    </w:p>
    <w:p w:rsidR="00175617" w:rsidRPr="003E5BEF" w:rsidRDefault="00BA2F90" w:rsidP="00C763F3">
      <w:pPr>
        <w:pStyle w:val="BodyText"/>
        <w:numPr>
          <w:ilvl w:val="0"/>
          <w:numId w:val="5"/>
        </w:numPr>
      </w:pPr>
      <w:r>
        <w:t xml:space="preserve">Vision, Mission, Beliefs ( Small Work Team) </w:t>
      </w:r>
      <w:bookmarkStart w:id="0" w:name="_GoBack"/>
      <w:bookmarkEnd w:id="0"/>
    </w:p>
    <w:p w:rsidR="00A356AC" w:rsidRPr="003E5BEF" w:rsidRDefault="00A356AC" w:rsidP="00C763F3">
      <w:pPr>
        <w:pStyle w:val="BodyText"/>
        <w:numPr>
          <w:ilvl w:val="0"/>
          <w:numId w:val="5"/>
        </w:numPr>
      </w:pPr>
      <w:r w:rsidRPr="003E5BEF">
        <w:t>Adjournment</w:t>
      </w:r>
    </w:p>
    <w:sectPr w:rsidR="00A356AC" w:rsidRPr="003E5BEF" w:rsidSect="00C763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7CE9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86EB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DCEA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C94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B4C9F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B2A2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9C9C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72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96B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002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B31"/>
    <w:multiLevelType w:val="multilevel"/>
    <w:tmpl w:val="6150D6EC"/>
    <w:numStyleLink w:val="AgendaItems"/>
  </w:abstractNum>
  <w:abstractNum w:abstractNumId="11">
    <w:nsid w:val="2AFC52F5"/>
    <w:multiLevelType w:val="multilevel"/>
    <w:tmpl w:val="6150D6EC"/>
    <w:styleLink w:val="AgendaItems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/>
        <w:sz w:val="28"/>
      </w:rPr>
    </w:lvl>
    <w:lvl w:ilvl="1">
      <w:start w:val="1"/>
      <w:numFmt w:val="lowerLetter"/>
      <w:pStyle w:val="Agendadetail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/>
        <w:sz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8341E2"/>
    <w:multiLevelType w:val="hybridMultilevel"/>
    <w:tmpl w:val="6BB8CC4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1E20AFD"/>
    <w:multiLevelType w:val="multilevel"/>
    <w:tmpl w:val="6150D6EC"/>
    <w:numStyleLink w:val="AgendaItems"/>
  </w:abstractNum>
  <w:abstractNum w:abstractNumId="14">
    <w:nsid w:val="7DC94ADF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/>
        <w:sz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90"/>
    <w:rsid w:val="000A68C3"/>
    <w:rsid w:val="000F4541"/>
    <w:rsid w:val="00136F65"/>
    <w:rsid w:val="00175617"/>
    <w:rsid w:val="00221E93"/>
    <w:rsid w:val="002613EF"/>
    <w:rsid w:val="002A6981"/>
    <w:rsid w:val="002E24F7"/>
    <w:rsid w:val="002F56D5"/>
    <w:rsid w:val="0031071F"/>
    <w:rsid w:val="00374FF4"/>
    <w:rsid w:val="003E5BEF"/>
    <w:rsid w:val="004104A8"/>
    <w:rsid w:val="004A0F20"/>
    <w:rsid w:val="004B1402"/>
    <w:rsid w:val="00572DC3"/>
    <w:rsid w:val="006055D5"/>
    <w:rsid w:val="0065735D"/>
    <w:rsid w:val="00662779"/>
    <w:rsid w:val="00782C68"/>
    <w:rsid w:val="00782EF9"/>
    <w:rsid w:val="00827634"/>
    <w:rsid w:val="008A1B23"/>
    <w:rsid w:val="00945582"/>
    <w:rsid w:val="00971306"/>
    <w:rsid w:val="00A356AC"/>
    <w:rsid w:val="00AE6335"/>
    <w:rsid w:val="00BA2F90"/>
    <w:rsid w:val="00BB1D6F"/>
    <w:rsid w:val="00C34E48"/>
    <w:rsid w:val="00C763A3"/>
    <w:rsid w:val="00C763F3"/>
    <w:rsid w:val="00DC4E8E"/>
    <w:rsid w:val="00DD4AAE"/>
    <w:rsid w:val="00E44065"/>
    <w:rsid w:val="00E811DA"/>
    <w:rsid w:val="00F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D5"/>
    <w:rPr>
      <w:rFonts w:ascii="Palatino Linotype" w:hAnsi="Palatino Linotype"/>
      <w:sz w:val="24"/>
      <w:szCs w:val="24"/>
    </w:rPr>
  </w:style>
  <w:style w:type="paragraph" w:styleId="Heading1">
    <w:name w:val="heading 1"/>
    <w:basedOn w:val="Normal"/>
    <w:next w:val="Normal"/>
    <w:qFormat/>
    <w:rsid w:val="00782EF9"/>
    <w:pPr>
      <w:keepNext/>
      <w:spacing w:after="840"/>
      <w:jc w:val="center"/>
      <w:outlineLvl w:val="0"/>
    </w:pPr>
    <w:rPr>
      <w:rFonts w:cs="Arial"/>
      <w:b/>
      <w:bCs/>
      <w:smallCaps/>
      <w:kern w:val="32"/>
      <w:sz w:val="72"/>
      <w:szCs w:val="56"/>
    </w:rPr>
  </w:style>
  <w:style w:type="paragraph" w:styleId="Heading2">
    <w:name w:val="heading 2"/>
    <w:basedOn w:val="Normal"/>
    <w:next w:val="Normal"/>
    <w:qFormat/>
    <w:rsid w:val="00782EF9"/>
    <w:pPr>
      <w:keepNext/>
      <w:spacing w:before="720" w:after="240"/>
      <w:jc w:val="center"/>
      <w:outlineLvl w:val="1"/>
    </w:pPr>
    <w:rPr>
      <w:rFonts w:cs="Arial"/>
      <w:b/>
      <w:bCs/>
      <w:iCs/>
      <w:sz w:val="4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AgendaItems">
    <w:name w:val="Agenda Items"/>
    <w:basedOn w:val="NoList"/>
    <w:rsid w:val="003E5BEF"/>
    <w:pPr>
      <w:numPr>
        <w:numId w:val="4"/>
      </w:numPr>
    </w:pPr>
  </w:style>
  <w:style w:type="paragraph" w:styleId="BalloonText">
    <w:name w:val="Balloon Text"/>
    <w:basedOn w:val="Normal"/>
    <w:semiHidden/>
    <w:rsid w:val="0031071F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31071F"/>
    <w:pPr>
      <w:jc w:val="right"/>
    </w:pPr>
    <w:rPr>
      <w:rFonts w:ascii="Arial" w:hAnsi="Arial"/>
      <w:sz w:val="28"/>
    </w:rPr>
  </w:style>
  <w:style w:type="paragraph" w:styleId="BodyText">
    <w:name w:val="Body Text"/>
    <w:basedOn w:val="Normal"/>
    <w:rsid w:val="00C763F3"/>
    <w:pPr>
      <w:spacing w:line="360" w:lineRule="auto"/>
    </w:pPr>
    <w:rPr>
      <w:rFonts w:ascii="Arial" w:hAnsi="Arial"/>
      <w:sz w:val="28"/>
    </w:rPr>
  </w:style>
  <w:style w:type="paragraph" w:customStyle="1" w:styleId="Agendadetail">
    <w:name w:val="Agenda detail"/>
    <w:basedOn w:val="BodyText"/>
    <w:rsid w:val="002F56D5"/>
    <w:pPr>
      <w:numPr>
        <w:ilvl w:val="1"/>
        <w:numId w:val="5"/>
      </w:numPr>
    </w:pPr>
  </w:style>
  <w:style w:type="paragraph" w:styleId="Caption">
    <w:name w:val="caption"/>
    <w:basedOn w:val="Normal"/>
    <w:next w:val="Normal"/>
    <w:qFormat/>
    <w:rsid w:val="002F56D5"/>
    <w:pPr>
      <w:spacing w:before="120" w:after="120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D5"/>
    <w:rPr>
      <w:rFonts w:ascii="Palatino Linotype" w:hAnsi="Palatino Linotype"/>
      <w:sz w:val="24"/>
      <w:szCs w:val="24"/>
    </w:rPr>
  </w:style>
  <w:style w:type="paragraph" w:styleId="Heading1">
    <w:name w:val="heading 1"/>
    <w:basedOn w:val="Normal"/>
    <w:next w:val="Normal"/>
    <w:qFormat/>
    <w:rsid w:val="00782EF9"/>
    <w:pPr>
      <w:keepNext/>
      <w:spacing w:after="840"/>
      <w:jc w:val="center"/>
      <w:outlineLvl w:val="0"/>
    </w:pPr>
    <w:rPr>
      <w:rFonts w:cs="Arial"/>
      <w:b/>
      <w:bCs/>
      <w:smallCaps/>
      <w:kern w:val="32"/>
      <w:sz w:val="72"/>
      <w:szCs w:val="56"/>
    </w:rPr>
  </w:style>
  <w:style w:type="paragraph" w:styleId="Heading2">
    <w:name w:val="heading 2"/>
    <w:basedOn w:val="Normal"/>
    <w:next w:val="Normal"/>
    <w:qFormat/>
    <w:rsid w:val="00782EF9"/>
    <w:pPr>
      <w:keepNext/>
      <w:spacing w:before="720" w:after="240"/>
      <w:jc w:val="center"/>
      <w:outlineLvl w:val="1"/>
    </w:pPr>
    <w:rPr>
      <w:rFonts w:cs="Arial"/>
      <w:b/>
      <w:bCs/>
      <w:iCs/>
      <w:sz w:val="4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AgendaItems">
    <w:name w:val="Agenda Items"/>
    <w:basedOn w:val="NoList"/>
    <w:rsid w:val="003E5BEF"/>
    <w:pPr>
      <w:numPr>
        <w:numId w:val="4"/>
      </w:numPr>
    </w:pPr>
  </w:style>
  <w:style w:type="paragraph" w:styleId="BalloonText">
    <w:name w:val="Balloon Text"/>
    <w:basedOn w:val="Normal"/>
    <w:semiHidden/>
    <w:rsid w:val="0031071F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31071F"/>
    <w:pPr>
      <w:jc w:val="right"/>
    </w:pPr>
    <w:rPr>
      <w:rFonts w:ascii="Arial" w:hAnsi="Arial"/>
      <w:sz w:val="28"/>
    </w:rPr>
  </w:style>
  <w:style w:type="paragraph" w:styleId="BodyText">
    <w:name w:val="Body Text"/>
    <w:basedOn w:val="Normal"/>
    <w:rsid w:val="00C763F3"/>
    <w:pPr>
      <w:spacing w:line="360" w:lineRule="auto"/>
    </w:pPr>
    <w:rPr>
      <w:rFonts w:ascii="Arial" w:hAnsi="Arial"/>
      <w:sz w:val="28"/>
    </w:rPr>
  </w:style>
  <w:style w:type="paragraph" w:customStyle="1" w:styleId="Agendadetail">
    <w:name w:val="Agenda detail"/>
    <w:basedOn w:val="BodyText"/>
    <w:rsid w:val="002F56D5"/>
    <w:pPr>
      <w:numPr>
        <w:ilvl w:val="1"/>
        <w:numId w:val="5"/>
      </w:numPr>
    </w:pPr>
  </w:style>
  <w:style w:type="paragraph" w:styleId="Caption">
    <w:name w:val="caption"/>
    <w:basedOn w:val="Normal"/>
    <w:next w:val="Normal"/>
    <w:qFormat/>
    <w:rsid w:val="002F56D5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ambersburg.localnet\staff\chris.bigger\AppData\Microsoft\Templates\Community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Community meeting agenda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Bigger</dc:creator>
  <cp:keywords/>
  <dc:description/>
  <cp:lastModifiedBy>Chris Bigger</cp:lastModifiedBy>
  <cp:revision>1</cp:revision>
  <cp:lastPrinted>2012-09-26T18:32:00Z</cp:lastPrinted>
  <dcterms:created xsi:type="dcterms:W3CDTF">2012-09-26T18:22:00Z</dcterms:created>
  <dcterms:modified xsi:type="dcterms:W3CDTF">2012-09-26T18:33:00Z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TC060891411033</vt:lpwstr>
  </property>
</Properties>
</file>